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BA4219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B079B" w:rsidRPr="00DB5232">
        <w:rPr>
          <w:rFonts w:ascii="Verdana" w:hAnsi="Verdana"/>
          <w:b/>
        </w:rPr>
        <w:t>Údržba, opravy a odstraňování závad u SSZT 2021-2025 - Oprava IP technologií v obvodu OŘ Brno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A24E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A24E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2EE01" w14:textId="77777777" w:rsidR="005A24E1" w:rsidRDefault="005A24E1" w:rsidP="00962258">
      <w:pPr>
        <w:spacing w:after="0" w:line="240" w:lineRule="auto"/>
      </w:pPr>
      <w:r>
        <w:separator/>
      </w:r>
    </w:p>
  </w:endnote>
  <w:endnote w:type="continuationSeparator" w:id="0">
    <w:p w14:paraId="61B8A3F2" w14:textId="77777777" w:rsidR="005A24E1" w:rsidRDefault="005A24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0946B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DAB408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94A5E" w14:textId="77777777" w:rsidR="005A24E1" w:rsidRDefault="005A24E1" w:rsidP="00962258">
      <w:pPr>
        <w:spacing w:after="0" w:line="240" w:lineRule="auto"/>
      </w:pPr>
      <w:r>
        <w:separator/>
      </w:r>
    </w:p>
  </w:footnote>
  <w:footnote w:type="continuationSeparator" w:id="0">
    <w:p w14:paraId="27C299EE" w14:textId="77777777" w:rsidR="005A24E1" w:rsidRDefault="005A24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B079B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24E1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766FB4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A31428-4D6F-46FB-A678-05638238B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11</cp:revision>
  <cp:lastPrinted>2017-11-28T17:18:00Z</cp:lastPrinted>
  <dcterms:created xsi:type="dcterms:W3CDTF">2023-11-16T10:29:00Z</dcterms:created>
  <dcterms:modified xsi:type="dcterms:W3CDTF">2024-04-17T10:22:00Z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